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8CC" w:rsidRDefault="00AD48CC" w:rsidP="00A42B34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1</w:t>
      </w:r>
    </w:p>
    <w:p w:rsidR="00AD48CC" w:rsidRDefault="00AD48CC" w:rsidP="00A42B34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50 лет Советской власти</w:t>
      </w:r>
    </w:p>
    <w:p w:rsidR="00AD48CC" w:rsidRDefault="00AD48CC" w:rsidP="00A42B34">
      <w:pPr>
        <w:pStyle w:val="BodyText"/>
        <w:jc w:val="center"/>
        <w:rPr>
          <w:b/>
          <w:szCs w:val="28"/>
        </w:rPr>
      </w:pPr>
    </w:p>
    <w:p w:rsidR="00AD48CC" w:rsidRDefault="00AD48CC" w:rsidP="00A42B34">
      <w:pPr>
        <w:pStyle w:val="BodyText"/>
        <w:jc w:val="center"/>
        <w:rPr>
          <w:b/>
          <w:szCs w:val="28"/>
        </w:rPr>
      </w:pPr>
      <w:r w:rsidRPr="00CB45EC">
        <w:rPr>
          <w:noProof/>
          <w:bdr w:val="single" w:sz="4" w:space="0" w:color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601.2pt;height:407.4pt;visibility:visible">
            <v:imagedata r:id="rId4" o:title=""/>
          </v:shape>
        </w:pict>
      </w:r>
    </w:p>
    <w:p w:rsidR="00AD48CC" w:rsidRPr="00503391" w:rsidRDefault="00AD48CC" w:rsidP="00A42B34">
      <w:pPr>
        <w:pStyle w:val="BodyText"/>
        <w:jc w:val="center"/>
        <w:rPr>
          <w:b/>
        </w:rPr>
      </w:pP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14" o:spid="_x0000_s1026" style="position:absolute;left:0;text-align:left;margin-left:24.95pt;margin-top:.65pt;width:31.85pt;height:17.3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Fxzsiq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3A2161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2</w:t>
      </w:r>
    </w:p>
    <w:p w:rsidR="00AD48CC" w:rsidRDefault="00AD48CC" w:rsidP="003A2161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Школьная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4" o:spid="_x0000_i1026" type="#_x0000_t75" style="width:606pt;height:424.8pt;visibility:visible">
            <v:imagedata r:id="rId5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15" o:spid="_x0000_s1027" style="position:absolute;left:0;text-align:left;margin-left:24.95pt;margin-top:.65pt;width:31.85pt;height:17.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Ltz8Jq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F0071D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3</w:t>
      </w:r>
    </w:p>
    <w:p w:rsidR="00AD48CC" w:rsidRDefault="00AD48CC" w:rsidP="00F0071D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Школьная</w:t>
      </w:r>
    </w:p>
    <w:p w:rsidR="00AD48CC" w:rsidRDefault="00AD48CC" w:rsidP="00F0071D">
      <w:pPr>
        <w:pStyle w:val="BodyText"/>
        <w:jc w:val="center"/>
        <w:rPr>
          <w:b/>
          <w:szCs w:val="28"/>
        </w:rPr>
      </w:pPr>
    </w:p>
    <w:p w:rsidR="00AD48CC" w:rsidRDefault="00AD48CC" w:rsidP="00F0071D">
      <w:pPr>
        <w:pStyle w:val="BodyText"/>
        <w:jc w:val="center"/>
        <w:rPr>
          <w:b/>
          <w:szCs w:val="28"/>
        </w:rPr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1" o:spid="_x0000_i1027" type="#_x0000_t75" style="width:586.2pt;height:418.8pt;visibility:visible">
            <v:imagedata r:id="rId6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16" o:spid="_x0000_s1028" style="position:absolute;left:0;text-align:left;margin-left:24.95pt;margin-top:.65pt;width:31.85pt;height:17.3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NN0R5G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1B16D4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4</w:t>
      </w:r>
    </w:p>
    <w:p w:rsidR="00AD48CC" w:rsidRDefault="00AD48CC" w:rsidP="001B16D4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Школьная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3" o:spid="_x0000_i1028" type="#_x0000_t75" style="width:684.6pt;height:384pt;visibility:visible">
            <v:imagedata r:id="rId7" o:title=""/>
          </v:shape>
        </w:pict>
      </w:r>
    </w:p>
    <w:p w:rsidR="00AD48CC" w:rsidRDefault="00AD48CC" w:rsidP="00C5605B">
      <w:pPr>
        <w:jc w:val="center"/>
      </w:pP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17" o:spid="_x0000_s1029" style="position:absolute;left:0;text-align:left;margin-left:24.95pt;margin-top:.65pt;width:31.85pt;height:17.3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DR0BSG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1B16D4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5</w:t>
      </w:r>
    </w:p>
    <w:p w:rsidR="00AD48CC" w:rsidRDefault="00AD48CC" w:rsidP="001B16D4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7" o:spid="_x0000_i1029" type="#_x0000_t75" style="width:642pt;height:421.8pt;visibility:visible">
            <v:imagedata r:id="rId8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18" o:spid="_x0000_s1030" style="position:absolute;left:0;text-align:left;margin-left:24.95pt;margin-top:.65pt;width:31.85pt;height:17.3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973E32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6</w:t>
      </w:r>
    </w:p>
    <w:p w:rsidR="00AD48CC" w:rsidRDefault="00AD48CC" w:rsidP="00973E32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AD48CC" w:rsidRDefault="00AD48CC" w:rsidP="00C5605B">
      <w:pPr>
        <w:jc w:val="center"/>
      </w:pPr>
    </w:p>
    <w:p w:rsidR="00AD48CC" w:rsidRDefault="00AD48CC" w:rsidP="00F67353">
      <w:pPr>
        <w:jc w:val="both"/>
      </w:pPr>
      <w:r w:rsidRPr="00CB45EC">
        <w:rPr>
          <w:noProof/>
          <w:bdr w:val="single" w:sz="4" w:space="0" w:color="auto"/>
          <w:lang w:eastAsia="ru-RU"/>
        </w:rPr>
        <w:pict>
          <v:shape id="Рисунок 5" o:spid="_x0000_i1030" type="#_x0000_t75" style="width:690.6pt;height:410.4pt;visibility:visible">
            <v:imagedata r:id="rId9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20" o:spid="_x0000_s1031" style="position:absolute;left:0;text-align:left;margin-left:24.95pt;margin-top:.65pt;width:31.85pt;height:17.3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G4kS8W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973E32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7</w:t>
      </w:r>
    </w:p>
    <w:p w:rsidR="00AD48CC" w:rsidRDefault="00AD48CC" w:rsidP="00973E32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AD48CC" w:rsidRDefault="00AD48CC" w:rsidP="00973E32">
      <w:pPr>
        <w:pStyle w:val="BodyText"/>
        <w:jc w:val="center"/>
        <w:rPr>
          <w:b/>
          <w:szCs w:val="28"/>
        </w:rPr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8" o:spid="_x0000_i1031" type="#_x0000_t75" style="width:706.2pt;height:415.8pt;visibility:visible">
            <v:imagedata r:id="rId10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21" o:spid="_x0000_s1032" style="position:absolute;left:0;text-align:left;margin-left:24.95pt;margin-top:.65pt;width:31.85pt;height:17.3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IkkCXW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640D6C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8</w:t>
      </w:r>
    </w:p>
    <w:p w:rsidR="00AD48CC" w:rsidRDefault="00AD48CC" w:rsidP="00640D6C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Титова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9" o:spid="_x0000_i1032" type="#_x0000_t75" style="width:622.8pt;height:414.6pt;visibility:visible">
            <v:imagedata r:id="rId11" o:title=""/>
          </v:shape>
        </w:pict>
      </w:r>
    </w:p>
    <w:p w:rsidR="00AD48CC" w:rsidRDefault="00AD48CC" w:rsidP="00F67353">
      <w:pPr>
        <w:jc w:val="both"/>
        <w:rPr>
          <w:noProof/>
          <w:lang w:eastAsia="ru-RU"/>
        </w:rPr>
      </w:pPr>
      <w:r>
        <w:rPr>
          <w:noProof/>
          <w:lang w:eastAsia="ru-RU"/>
        </w:rPr>
        <w:pict>
          <v:rect id="Прямоугольник 22" o:spid="_x0000_s1033" style="position:absolute;left:0;text-align:left;margin-left:24.95pt;margin-top:.65pt;width:31.85pt;height:17.3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OEjvn6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640D6C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9</w:t>
      </w:r>
    </w:p>
    <w:p w:rsidR="00AD48CC" w:rsidRDefault="00AD48CC" w:rsidP="00640D6C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Копылова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10" o:spid="_x0000_i1033" type="#_x0000_t75" style="width:779.4pt;height:416.4pt;visibility:visible">
            <v:imagedata r:id="rId12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23" o:spid="_x0000_s1034" style="position:absolute;left:0;text-align:left;margin-left:24.95pt;margin-top:.65pt;width:31.85pt;height:17.3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9B3C2A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10</w:t>
      </w:r>
    </w:p>
    <w:p w:rsidR="00AD48CC" w:rsidRDefault="00AD48CC" w:rsidP="009B3C2A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Веселая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11" o:spid="_x0000_i1034" type="#_x0000_t75" style="width:760.8pt;height:397.8pt;visibility:visible">
            <v:imagedata r:id="rId13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24" o:spid="_x0000_s1035" style="position:absolute;left:0;text-align:left;margin-left:24.95pt;margin-top:.65pt;width:31.85pt;height:17.3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</w:p>
    <w:p w:rsidR="00AD48CC" w:rsidRDefault="00AD48CC" w:rsidP="00F67353">
      <w:pPr>
        <w:jc w:val="both"/>
      </w:pPr>
    </w:p>
    <w:p w:rsidR="00AD48CC" w:rsidRDefault="00AD48CC" w:rsidP="009B3C2A">
      <w:pPr>
        <w:jc w:val="right"/>
        <w:rPr>
          <w:noProof/>
          <w:lang w:eastAsia="ru-RU"/>
        </w:rPr>
      </w:pPr>
    </w:p>
    <w:p w:rsidR="00AD48CC" w:rsidRDefault="00AD48CC" w:rsidP="009B3C2A">
      <w:pPr>
        <w:jc w:val="right"/>
        <w:rPr>
          <w:noProof/>
          <w:lang w:eastAsia="ru-RU"/>
        </w:rPr>
      </w:pPr>
      <w:r>
        <w:rPr>
          <w:noProof/>
          <w:lang w:eastAsia="ru-RU"/>
        </w:rPr>
        <w:t>Приложение 11</w:t>
      </w:r>
    </w:p>
    <w:p w:rsidR="00AD48CC" w:rsidRDefault="00AD48CC" w:rsidP="009B3C2A">
      <w:pPr>
        <w:pStyle w:val="BodyText"/>
        <w:jc w:val="center"/>
        <w:rPr>
          <w:b/>
          <w:szCs w:val="28"/>
        </w:rPr>
      </w:pPr>
      <w:r w:rsidRPr="00503391">
        <w:rPr>
          <w:b/>
          <w:szCs w:val="28"/>
        </w:rPr>
        <w:t>Схема расположения контейнерн</w:t>
      </w:r>
      <w:r>
        <w:rPr>
          <w:b/>
          <w:szCs w:val="28"/>
        </w:rPr>
        <w:t>ой</w:t>
      </w:r>
      <w:r w:rsidRPr="00503391">
        <w:rPr>
          <w:b/>
          <w:szCs w:val="28"/>
        </w:rPr>
        <w:t xml:space="preserve"> площад</w:t>
      </w:r>
      <w:r>
        <w:rPr>
          <w:b/>
          <w:szCs w:val="28"/>
        </w:rPr>
        <w:t>ки</w:t>
      </w:r>
      <w:r w:rsidRPr="00503391">
        <w:rPr>
          <w:b/>
          <w:szCs w:val="28"/>
        </w:rPr>
        <w:t xml:space="preserve"> и расположения  контейнеров для сбора и вывоза твердых коммунальных отходов </w:t>
      </w:r>
      <w:r>
        <w:rPr>
          <w:b/>
          <w:szCs w:val="28"/>
        </w:rPr>
        <w:t>по ул. Татаринова</w:t>
      </w:r>
    </w:p>
    <w:p w:rsidR="00AD48CC" w:rsidRDefault="00AD48CC" w:rsidP="00C5605B">
      <w:pPr>
        <w:jc w:val="center"/>
      </w:pPr>
    </w:p>
    <w:p w:rsidR="00AD48CC" w:rsidRDefault="00AD48CC" w:rsidP="00C5605B">
      <w:pPr>
        <w:jc w:val="center"/>
      </w:pPr>
      <w:r w:rsidRPr="00CB45EC">
        <w:rPr>
          <w:noProof/>
          <w:bdr w:val="single" w:sz="4" w:space="0" w:color="auto"/>
          <w:lang w:eastAsia="ru-RU"/>
        </w:rPr>
        <w:pict>
          <v:shape id="Рисунок 13" o:spid="_x0000_i1035" type="#_x0000_t75" style="width:10in;height:420pt;visibility:visible">
            <v:imagedata r:id="rId14" o:title=""/>
          </v:shape>
        </w:pict>
      </w:r>
    </w:p>
    <w:p w:rsidR="00AD48CC" w:rsidRDefault="00AD48CC" w:rsidP="00F67353">
      <w:pPr>
        <w:jc w:val="both"/>
      </w:pPr>
      <w:r>
        <w:rPr>
          <w:noProof/>
          <w:lang w:eastAsia="ru-RU"/>
        </w:rPr>
        <w:pict>
          <v:rect id="Прямоугольник 25" o:spid="_x0000_s1036" style="position:absolute;left:0;text-align:left;margin-left:24.95pt;margin-top:.65pt;width:31.85pt;height:17.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" fillcolor="#4f81bd" strokecolor="#243f60" strokeweight="2pt"/>
        </w:pict>
      </w:r>
      <w:r>
        <w:t xml:space="preserve">                        - Контейнерная площадка для сбора и вывоза твердых коммунальных отходов</w:t>
      </w:r>
      <w:bookmarkStart w:id="0" w:name="_GoBack"/>
      <w:bookmarkEnd w:id="0"/>
    </w:p>
    <w:sectPr w:rsidR="00AD48CC" w:rsidSect="00A42B3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B34"/>
    <w:rsid w:val="0002558D"/>
    <w:rsid w:val="001B16D4"/>
    <w:rsid w:val="002A4199"/>
    <w:rsid w:val="003A2161"/>
    <w:rsid w:val="00503391"/>
    <w:rsid w:val="005450D2"/>
    <w:rsid w:val="00640D6C"/>
    <w:rsid w:val="007248A6"/>
    <w:rsid w:val="008A7C2A"/>
    <w:rsid w:val="009524D7"/>
    <w:rsid w:val="00973E32"/>
    <w:rsid w:val="009B3C2A"/>
    <w:rsid w:val="00A42B34"/>
    <w:rsid w:val="00AD1C0D"/>
    <w:rsid w:val="00AD48CC"/>
    <w:rsid w:val="00BB4B71"/>
    <w:rsid w:val="00C5605B"/>
    <w:rsid w:val="00CB45EC"/>
    <w:rsid w:val="00CE6E86"/>
    <w:rsid w:val="00DB0144"/>
    <w:rsid w:val="00F0071D"/>
    <w:rsid w:val="00F44D9E"/>
    <w:rsid w:val="00F6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1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2B3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42B34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2B3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11</Pages>
  <Words>406</Words>
  <Characters>2315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Конышевка_ССТУ</dc:creator>
  <cp:keywords/>
  <dc:description/>
  <cp:lastModifiedBy>Комп</cp:lastModifiedBy>
  <cp:revision>14</cp:revision>
  <cp:lastPrinted>2018-12-13T06:24:00Z</cp:lastPrinted>
  <dcterms:created xsi:type="dcterms:W3CDTF">2018-12-13T06:24:00Z</dcterms:created>
  <dcterms:modified xsi:type="dcterms:W3CDTF">2019-02-08T06:54:00Z</dcterms:modified>
</cp:coreProperties>
</file>